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2" w:type="pct"/>
        <w:jc w:val="center"/>
        <w:tblInd w:w="-4312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4"/>
        <w:gridCol w:w="1157"/>
        <w:gridCol w:w="515"/>
        <w:gridCol w:w="761"/>
        <w:gridCol w:w="849"/>
        <w:gridCol w:w="852"/>
        <w:gridCol w:w="1273"/>
        <w:gridCol w:w="1060"/>
        <w:gridCol w:w="1077"/>
        <w:gridCol w:w="2039"/>
        <w:gridCol w:w="710"/>
        <w:gridCol w:w="992"/>
        <w:gridCol w:w="847"/>
        <w:gridCol w:w="2353"/>
      </w:tblGrid>
      <w:tr w:rsidR="00C42BB0" w:rsidRPr="008417D9" w:rsidTr="00C42BB0">
        <w:trPr>
          <w:cantSplit/>
          <w:trHeight w:val="409"/>
          <w:tblHeader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42BB0" w:rsidRPr="008417D9" w:rsidRDefault="00C42BB0" w:rsidP="00307F64">
            <w:pPr>
              <w:pStyle w:val="youthaf0footer"/>
              <w:rPr>
                <w:color w:val="auto"/>
              </w:rPr>
            </w:pPr>
            <w:r w:rsidRPr="008417D9">
              <w:rPr>
                <w:b/>
                <w:i/>
                <w:color w:val="auto"/>
                <w:sz w:val="20"/>
              </w:rPr>
              <w:t xml:space="preserve">List of participants </w:t>
            </w:r>
            <w:r w:rsidRPr="009D70C7">
              <w:rPr>
                <w:color w:val="auto"/>
                <w:sz w:val="18"/>
                <w:szCs w:val="18"/>
              </w:rPr>
              <w:t>(Fo</w:t>
            </w:r>
            <w:r w:rsidRPr="004740EB">
              <w:rPr>
                <w:color w:val="auto"/>
                <w:sz w:val="18"/>
                <w:szCs w:val="18"/>
              </w:rPr>
              <w:t>r more participants use copies of this page or extend the lis</w:t>
            </w:r>
            <w:r>
              <w:rPr>
                <w:color w:val="auto"/>
                <w:sz w:val="18"/>
                <w:szCs w:val="18"/>
              </w:rPr>
              <w:t>t with copy/paste of rows below</w:t>
            </w:r>
            <w:r w:rsidRPr="004740EB">
              <w:rPr>
                <w:color w:val="auto"/>
                <w:sz w:val="18"/>
                <w:szCs w:val="18"/>
              </w:rPr>
              <w:t>)</w:t>
            </w:r>
          </w:p>
        </w:tc>
      </w:tr>
      <w:tr w:rsidR="00C42BB0" w:rsidTr="00B1572A">
        <w:trPr>
          <w:cantSplit/>
          <w:trHeight w:val="286"/>
          <w:tblHeader/>
          <w:jc w:val="center"/>
        </w:trPr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scent"/>
              <w:jc w:val="left"/>
            </w:pPr>
            <w:r>
              <w:t>Project title:</w:t>
            </w:r>
          </w:p>
        </w:tc>
        <w:tc>
          <w:tcPr>
            <w:tcW w:w="45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scent"/>
              <w:jc w:val="left"/>
            </w:pPr>
          </w:p>
        </w:tc>
      </w:tr>
      <w:tr w:rsidR="00C42BB0" w:rsidTr="00B1572A">
        <w:trPr>
          <w:cantSplit/>
          <w:trHeight w:val="362"/>
          <w:tblHeader/>
          <w:jc w:val="center"/>
        </w:trPr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scent"/>
              <w:jc w:val="left"/>
            </w:pPr>
            <w:r>
              <w:t>Venue:</w:t>
            </w:r>
          </w:p>
        </w:tc>
        <w:tc>
          <w:tcPr>
            <w:tcW w:w="17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scent"/>
              <w:jc w:val="left"/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scent"/>
              <w:jc w:val="left"/>
            </w:pPr>
            <w:r>
              <w:t>Dates:</w:t>
            </w:r>
          </w:p>
        </w:tc>
        <w:tc>
          <w:tcPr>
            <w:tcW w:w="2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scent"/>
              <w:jc w:val="left"/>
            </w:pPr>
          </w:p>
        </w:tc>
      </w:tr>
      <w:tr w:rsidR="00B1572A" w:rsidTr="00B1572A">
        <w:trPr>
          <w:cantSplit/>
          <w:trHeight w:val="551"/>
          <w:tblHeader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scent"/>
            </w:pPr>
            <w:r>
              <w:t>N°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C42BB0">
            <w:pPr>
              <w:pStyle w:val="youthafscent"/>
            </w:pPr>
            <w:r>
              <w:t>Full name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C42BB0">
            <w:pPr>
              <w:pStyle w:val="youthafscent"/>
            </w:pPr>
            <w:r>
              <w:t>Date of arrival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C42BB0">
            <w:pPr>
              <w:pStyle w:val="youthafscent"/>
            </w:pPr>
            <w:r>
              <w:t>Date of departure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C42BB0">
            <w:pPr>
              <w:pStyle w:val="youthafscent"/>
            </w:pPr>
            <w:r>
              <w:t>Country of residence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C42BB0">
            <w:pPr>
              <w:pStyle w:val="youthafscent"/>
            </w:pPr>
            <w:r>
              <w:t>Place of departure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C42BB0">
            <w:pPr>
              <w:pStyle w:val="youthafscent"/>
            </w:pPr>
            <w:r>
              <w:t>Place of arrival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C42BB0">
            <w:pPr>
              <w:pStyle w:val="youthafscent"/>
            </w:pPr>
            <w:r>
              <w:t>E-mail address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C42BB0">
            <w:pPr>
              <w:pStyle w:val="youthafscent"/>
            </w:pPr>
            <w:r>
              <w:t xml:space="preserve">Female (F) </w:t>
            </w:r>
            <w:r>
              <w:br/>
              <w:t>or male (M)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F719A2" w:rsidP="00C42BB0">
            <w:pPr>
              <w:pStyle w:val="youthafscent"/>
            </w:pPr>
            <w:r>
              <w:t>Received pocket money per month (€)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C42BB0">
            <w:pPr>
              <w:pStyle w:val="youthafscent"/>
            </w:pPr>
            <w:r>
              <w:t>Year of birth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C42BB0">
            <w:pPr>
              <w:pStyle w:val="youthafscent"/>
            </w:pPr>
            <w:r>
              <w:t>Signature</w:t>
            </w:r>
          </w:p>
        </w:tc>
      </w:tr>
      <w:tr w:rsidR="00B1572A" w:rsidTr="00B1572A">
        <w:trPr>
          <w:cantSplit/>
          <w:trHeight w:val="392"/>
          <w:tblHeader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sce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sce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sce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sce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sce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sce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sce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sce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s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s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s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scent"/>
            </w:pPr>
          </w:p>
        </w:tc>
      </w:tr>
      <w:tr w:rsidR="00B1572A" w:rsidTr="00B1572A">
        <w:trPr>
          <w:cantSplit/>
          <w:trHeight w:val="270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  <w:tr w:rsidR="00B1572A" w:rsidTr="00B1572A">
        <w:trPr>
          <w:cantSplit/>
          <w:trHeight w:val="325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  <w:tr w:rsidR="00B1572A" w:rsidTr="00B1572A">
        <w:trPr>
          <w:cantSplit/>
          <w:trHeight w:val="372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  <w:tr w:rsidR="00B1572A" w:rsidTr="00B1572A">
        <w:trPr>
          <w:cantSplit/>
          <w:trHeight w:val="352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  <w:tr w:rsidR="00B1572A" w:rsidTr="00B1572A">
        <w:trPr>
          <w:cantSplit/>
          <w:trHeight w:val="332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  <w:tr w:rsidR="00B1572A" w:rsidTr="00B1572A">
        <w:trPr>
          <w:cantSplit/>
          <w:trHeight w:val="312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  <w:tr w:rsidR="00B1572A" w:rsidTr="00B1572A">
        <w:trPr>
          <w:cantSplit/>
          <w:trHeight w:val="406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  <w:tr w:rsidR="00B1572A" w:rsidTr="00B1572A">
        <w:trPr>
          <w:cantSplit/>
          <w:trHeight w:val="244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  <w:tr w:rsidR="00B1572A" w:rsidTr="00B1572A">
        <w:trPr>
          <w:cantSplit/>
          <w:trHeight w:val="366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  <w:bookmarkStart w:id="0" w:name="_GoBack"/>
            <w:bookmarkEnd w:id="0"/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  <w:tr w:rsidR="00B1572A" w:rsidTr="00B1572A">
        <w:trPr>
          <w:cantSplit/>
          <w:trHeight w:val="143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  <w:tr w:rsidR="00B1572A" w:rsidTr="00B1572A">
        <w:trPr>
          <w:cantSplit/>
          <w:trHeight w:val="206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  <w:tr w:rsidR="00B1572A" w:rsidTr="00B1572A">
        <w:trPr>
          <w:cantSplit/>
          <w:trHeight w:val="201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  <w:tr w:rsidR="00B1572A" w:rsidTr="00B1572A">
        <w:trPr>
          <w:cantSplit/>
          <w:trHeight w:val="263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  <w:tr w:rsidR="00B1572A" w:rsidTr="00B1572A">
        <w:trPr>
          <w:cantSplit/>
          <w:trHeight w:val="206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  <w:tr w:rsidR="00B1572A" w:rsidTr="00B1572A">
        <w:trPr>
          <w:cantSplit/>
          <w:trHeight w:val="201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  <w:tr w:rsidR="00B1572A" w:rsidTr="00B1572A">
        <w:trPr>
          <w:cantSplit/>
          <w:trHeight w:val="263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  <w:tr w:rsidR="00B1572A" w:rsidTr="00B1572A">
        <w:trPr>
          <w:cantSplit/>
          <w:trHeight w:val="263"/>
          <w:jc w:val="center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int"/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B0" w:rsidRDefault="00C42BB0" w:rsidP="000F0619">
            <w:pPr>
              <w:pStyle w:val="youthaffcent"/>
            </w:pPr>
          </w:p>
        </w:tc>
      </w:tr>
    </w:tbl>
    <w:p w:rsidR="00CB18C2" w:rsidRDefault="00160F83"/>
    <w:sectPr w:rsidR="00CB18C2" w:rsidSect="00C42B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BB0"/>
    <w:rsid w:val="00160F83"/>
    <w:rsid w:val="00307F64"/>
    <w:rsid w:val="00524DD9"/>
    <w:rsid w:val="005A5487"/>
    <w:rsid w:val="00B1572A"/>
    <w:rsid w:val="00C42BB0"/>
    <w:rsid w:val="00F7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youthaf0footer">
    <w:name w:val="youth.af.0.footer"/>
    <w:basedOn w:val="Normal"/>
    <w:rsid w:val="00C42BB0"/>
    <w:pPr>
      <w:tabs>
        <w:tab w:val="right" w:pos="9356"/>
      </w:tabs>
      <w:spacing w:before="240"/>
      <w:ind w:left="284" w:right="284"/>
    </w:pPr>
    <w:rPr>
      <w:rFonts w:ascii="Arial" w:hAnsi="Arial"/>
      <w:noProof/>
      <w:color w:val="000080"/>
      <w:sz w:val="16"/>
      <w:lang w:val="en-GB"/>
    </w:rPr>
  </w:style>
  <w:style w:type="paragraph" w:customStyle="1" w:styleId="youthaffint">
    <w:name w:val="youth.af.f.int"/>
    <w:basedOn w:val="Normal"/>
    <w:rsid w:val="00C42BB0"/>
    <w:pPr>
      <w:keepNext/>
      <w:tabs>
        <w:tab w:val="left" w:pos="284"/>
      </w:tabs>
      <w:spacing w:before="60" w:after="60"/>
      <w:ind w:left="142"/>
    </w:pPr>
    <w:rPr>
      <w:rFonts w:ascii="Arial" w:hAnsi="Arial"/>
      <w:noProof/>
      <w:lang w:val="en-GB"/>
    </w:rPr>
  </w:style>
  <w:style w:type="paragraph" w:customStyle="1" w:styleId="youthaffcent">
    <w:name w:val="youth.af.f.cent"/>
    <w:basedOn w:val="Normal"/>
    <w:rsid w:val="00C42BB0"/>
    <w:pPr>
      <w:keepNext/>
      <w:tabs>
        <w:tab w:val="left" w:pos="284"/>
      </w:tabs>
      <w:spacing w:before="60" w:after="60"/>
      <w:jc w:val="center"/>
    </w:pPr>
    <w:rPr>
      <w:rFonts w:ascii="Arial" w:hAnsi="Arial"/>
      <w:noProof/>
      <w:lang w:val="en-GB"/>
    </w:rPr>
  </w:style>
  <w:style w:type="paragraph" w:customStyle="1" w:styleId="youthafscent">
    <w:name w:val="youth.af.s.cent"/>
    <w:basedOn w:val="Normal"/>
    <w:rsid w:val="00C42BB0"/>
    <w:pPr>
      <w:keepNext/>
      <w:tabs>
        <w:tab w:val="left" w:pos="284"/>
      </w:tabs>
      <w:spacing w:before="80" w:after="80"/>
      <w:jc w:val="center"/>
    </w:pPr>
    <w:rPr>
      <w:rFonts w:ascii="Arial" w:hAnsi="Arial"/>
      <w:noProof/>
      <w:sz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youthaf0footer">
    <w:name w:val="youth.af.0.footer"/>
    <w:basedOn w:val="Normal"/>
    <w:rsid w:val="00C42BB0"/>
    <w:pPr>
      <w:tabs>
        <w:tab w:val="right" w:pos="9356"/>
      </w:tabs>
      <w:spacing w:before="240"/>
      <w:ind w:left="284" w:right="284"/>
    </w:pPr>
    <w:rPr>
      <w:rFonts w:ascii="Arial" w:hAnsi="Arial"/>
      <w:noProof/>
      <w:color w:val="000080"/>
      <w:sz w:val="16"/>
      <w:lang w:val="en-GB"/>
    </w:rPr>
  </w:style>
  <w:style w:type="paragraph" w:customStyle="1" w:styleId="youthaffint">
    <w:name w:val="youth.af.f.int"/>
    <w:basedOn w:val="Normal"/>
    <w:rsid w:val="00C42BB0"/>
    <w:pPr>
      <w:keepNext/>
      <w:tabs>
        <w:tab w:val="left" w:pos="284"/>
      </w:tabs>
      <w:spacing w:before="60" w:after="60"/>
      <w:ind w:left="142"/>
    </w:pPr>
    <w:rPr>
      <w:rFonts w:ascii="Arial" w:hAnsi="Arial"/>
      <w:noProof/>
      <w:lang w:val="en-GB"/>
    </w:rPr>
  </w:style>
  <w:style w:type="paragraph" w:customStyle="1" w:styleId="youthaffcent">
    <w:name w:val="youth.af.f.cent"/>
    <w:basedOn w:val="Normal"/>
    <w:rsid w:val="00C42BB0"/>
    <w:pPr>
      <w:keepNext/>
      <w:tabs>
        <w:tab w:val="left" w:pos="284"/>
      </w:tabs>
      <w:spacing w:before="60" w:after="60"/>
      <w:jc w:val="center"/>
    </w:pPr>
    <w:rPr>
      <w:rFonts w:ascii="Arial" w:hAnsi="Arial"/>
      <w:noProof/>
      <w:lang w:val="en-GB"/>
    </w:rPr>
  </w:style>
  <w:style w:type="paragraph" w:customStyle="1" w:styleId="youthafscent">
    <w:name w:val="youth.af.s.cent"/>
    <w:basedOn w:val="Normal"/>
    <w:rsid w:val="00C42BB0"/>
    <w:pPr>
      <w:keepNext/>
      <w:tabs>
        <w:tab w:val="left" w:pos="284"/>
      </w:tabs>
      <w:spacing w:before="80" w:after="80"/>
      <w:jc w:val="center"/>
    </w:pPr>
    <w:rPr>
      <w:rFonts w:ascii="Arial" w:hAnsi="Arial"/>
      <w:noProof/>
      <w:sz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E37B8BD5</Template>
  <TotalTime>0</TotalTime>
  <Pages>1</Pages>
  <Words>93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Barne, Ungdoms og familiedirektoratet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Gry Nesse</dc:creator>
  <cp:lastModifiedBy>Einar Rafn Gudbrandsson</cp:lastModifiedBy>
  <cp:revision>2</cp:revision>
  <dcterms:created xsi:type="dcterms:W3CDTF">2016-11-28T08:48:00Z</dcterms:created>
  <dcterms:modified xsi:type="dcterms:W3CDTF">2016-11-28T08:48:00Z</dcterms:modified>
</cp:coreProperties>
</file>